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01" w:rsidRDefault="002F7401" w:rsidP="002F7401">
      <w:pPr>
        <w:rPr>
          <w:szCs w:val="32"/>
        </w:rPr>
      </w:pPr>
      <w:r w:rsidRPr="008273DD">
        <w:rPr>
          <w:szCs w:val="32"/>
        </w:rPr>
        <w:t>Name: ______________________________</w:t>
      </w:r>
      <w:r w:rsidRPr="008273DD">
        <w:rPr>
          <w:szCs w:val="32"/>
        </w:rPr>
        <w:tab/>
      </w:r>
      <w:r w:rsidRPr="008273DD">
        <w:rPr>
          <w:szCs w:val="32"/>
        </w:rPr>
        <w:tab/>
        <w:t>Klasse: _________</w:t>
      </w:r>
    </w:p>
    <w:p w:rsidR="002F7401" w:rsidRPr="008273DD" w:rsidRDefault="002F7401" w:rsidP="002F7401">
      <w:pPr>
        <w:rPr>
          <w:szCs w:val="32"/>
        </w:rPr>
      </w:pPr>
    </w:p>
    <w:p w:rsidR="00196210" w:rsidRPr="006F374D" w:rsidRDefault="00F22C36" w:rsidP="00196210">
      <w:pPr>
        <w:pStyle w:val="berschrift4"/>
      </w:pPr>
      <w:r w:rsidRPr="00F22C36">
        <w:rPr>
          <w:szCs w:val="32"/>
        </w:rPr>
        <w:t xml:space="preserve">Aufgabe </w:t>
      </w:r>
      <w:bookmarkStart w:id="0" w:name="_Hlk22206277"/>
      <w:r w:rsidR="008628DE">
        <w:rPr>
          <w:szCs w:val="32"/>
        </w:rPr>
        <w:t>2</w:t>
      </w:r>
    </w:p>
    <w:bookmarkEnd w:id="0"/>
    <w:p w:rsidR="00163E10" w:rsidRPr="00237BC9" w:rsidRDefault="00237BC9" w:rsidP="00237BC9">
      <w:pPr>
        <w:pStyle w:val="Liste"/>
        <w:rPr>
          <w:szCs w:val="32"/>
        </w:rPr>
      </w:pPr>
      <w:r w:rsidRPr="00237BC9">
        <w:rPr>
          <w:szCs w:val="32"/>
        </w:rPr>
        <w:t>b)</w:t>
      </w:r>
      <w:r w:rsidRPr="00237BC9">
        <w:rPr>
          <w:szCs w:val="32"/>
        </w:rPr>
        <w:tab/>
        <w:t>Ergänze die fehlenden Wahrscheinlichkeiten im Baumdiagramm.</w:t>
      </w:r>
    </w:p>
    <w:p w:rsidR="00163E10" w:rsidRDefault="00163E10" w:rsidP="00163E10">
      <w:pPr>
        <w:rPr>
          <w:szCs w:val="32"/>
        </w:rPr>
      </w:pPr>
    </w:p>
    <w:p w:rsidR="00112C93" w:rsidRDefault="002F7401" w:rsidP="00163E10">
      <w:pPr>
        <w:rPr>
          <w:szCs w:val="32"/>
        </w:rPr>
      </w:pPr>
      <w:bookmarkStart w:id="1" w:name="_GoBack"/>
      <w:r>
        <w:rPr>
          <w:noProof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295819</wp:posOffset>
                </wp:positionV>
                <wp:extent cx="9502140" cy="3467100"/>
                <wp:effectExtent l="0" t="0" r="3810" b="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2140" cy="3467100"/>
                          <a:chOff x="0" y="0"/>
                          <a:chExt cx="9502140" cy="3467100"/>
                        </a:xfrm>
                      </wpg:grpSpPr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86" t="3764" r="5586" b="27296"/>
                          <a:stretch/>
                        </pic:blipFill>
                        <pic:spPr bwMode="auto">
                          <a:xfrm>
                            <a:off x="0" y="0"/>
                            <a:ext cx="9502140" cy="346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3" name="Gruppieren 13"/>
                        <wpg:cNvGrpSpPr/>
                        <wpg:grpSpPr>
                          <a:xfrm>
                            <a:off x="91440" y="434340"/>
                            <a:ext cx="9236710" cy="2835910"/>
                            <a:chOff x="0" y="0"/>
                            <a:chExt cx="9236710" cy="2835910"/>
                          </a:xfrm>
                        </wpg:grpSpPr>
                        <wps:wsp>
                          <wps:cNvPr id="194" name="Ellipse 194"/>
                          <wps:cNvSpPr/>
                          <wps:spPr>
                            <a:xfrm>
                              <a:off x="7536180" y="93726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Ellipse 197"/>
                          <wps:cNvSpPr/>
                          <wps:spPr>
                            <a:xfrm>
                              <a:off x="640080" y="94488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rgbClr val="7030A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Ellipse 200"/>
                          <wps:cNvSpPr/>
                          <wps:spPr>
                            <a:xfrm>
                              <a:off x="0" y="238506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900" y="1623060"/>
                              <a:ext cx="685800" cy="4102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C93" w:rsidRDefault="00112C93">
                                <w:r w:rsidRPr="00163E10">
                                  <w:rPr>
                                    <w:szCs w:val="32"/>
                                  </w:rPr>
                                  <w:t>_</w:t>
                                </w:r>
                                <w:r w:rsidRPr="00163E10">
                                  <w:rPr>
                                    <w:szCs w:val="32"/>
                                    <w:highlight w:val="yellow"/>
                                  </w:rPr>
                                  <w:t>...</w:t>
                                </w:r>
                                <w:r w:rsidRPr="00163E10">
                                  <w:rPr>
                                    <w:szCs w:val="32"/>
                                  </w:rP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20740" y="0"/>
                              <a:ext cx="685800" cy="4102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C93" w:rsidRDefault="00112C93" w:rsidP="00112C93">
                                <w:r w:rsidRPr="00163E10">
                                  <w:rPr>
                                    <w:szCs w:val="32"/>
                                  </w:rPr>
                                  <w:t>_</w:t>
                                </w:r>
                                <w:r w:rsidRPr="00163E10">
                                  <w:rPr>
                                    <w:szCs w:val="32"/>
                                    <w:highlight w:val="yellow"/>
                                  </w:rPr>
                                  <w:t>...</w:t>
                                </w:r>
                                <w:r w:rsidRPr="00163E10">
                                  <w:rPr>
                                    <w:szCs w:val="32"/>
                                  </w:rP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" name="Ellipse 3"/>
                          <wps:cNvSpPr/>
                          <wps:spPr>
                            <a:xfrm>
                              <a:off x="2506980" y="237744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rgbClr val="7030A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Ellipse 5"/>
                          <wps:cNvSpPr/>
                          <wps:spPr>
                            <a:xfrm>
                              <a:off x="6278880" y="237744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rgbClr val="7030A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Ellipse 7"/>
                          <wps:cNvSpPr/>
                          <wps:spPr>
                            <a:xfrm>
                              <a:off x="1257300" y="238506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Ellipse 8"/>
                          <wps:cNvSpPr/>
                          <wps:spPr>
                            <a:xfrm>
                              <a:off x="8785860" y="238506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Ellipse 9"/>
                          <wps:cNvSpPr/>
                          <wps:spPr>
                            <a:xfrm>
                              <a:off x="5029200" y="237744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Ellipse 10"/>
                          <wps:cNvSpPr/>
                          <wps:spPr>
                            <a:xfrm>
                              <a:off x="3779520" y="93726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Ellipse 11"/>
                          <wps:cNvSpPr/>
                          <wps:spPr>
                            <a:xfrm>
                              <a:off x="3764280" y="237744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Ellipse 12"/>
                          <wps:cNvSpPr/>
                          <wps:spPr>
                            <a:xfrm>
                              <a:off x="7543800" y="2377440"/>
                              <a:ext cx="450850" cy="45085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4" o:spid="_x0000_s1026" style="position:absolute;margin-left:-.3pt;margin-top:23.3pt;width:748.2pt;height:273pt;z-index:251704320" coordsize="95021,346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jOOtABRRm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5" o:spid="_x0000_s1027" type="#_x0000_t75" style="position:absolute;width:95021;height:34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">
                  <v:imagedata r:id="rId6" o:title="" croptop="2467f" cropbottom="17889f" cropleft="4054f" cropright="3661f"/>
                  <v:path arrowok="t"/>
                </v:shape>
                <v:group id="Gruppieren 13" o:spid="_x0000_s1028" style="position:absolute;left:914;top:4343;width:92367;height:28359" coordsize="92367,28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oval id="Ellipse 194" o:spid="_x0000_s1029" style="position:absolute;left:75361;top:9372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" fillcolor="yellow" strokecolor="black [3213]" strokeweight="1.5pt"/>
                  <v:oval id="Ellipse 197" o:spid="_x0000_s1030" style="position:absolute;left:6400;top:9448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" fillcolor="#7030a0" strokecolor="black [3213]" strokeweight="1.5pt"/>
                  <v:oval id="Ellipse 200" o:spid="_x0000_s1031" style="position:absolute;top:23850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" fillcolor="white [3212]" strokecolor="black [3213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32" type="#_x0000_t202" style="position:absolute;left:11049;top:16230;width:685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:rsidR="00112C93" w:rsidRDefault="00112C93">
                          <w:r w:rsidRPr="00163E10">
                            <w:rPr>
                              <w:szCs w:val="32"/>
                            </w:rPr>
                            <w:t>_</w:t>
                          </w:r>
                          <w:r w:rsidRPr="00163E10">
                            <w:rPr>
                              <w:szCs w:val="32"/>
                              <w:highlight w:val="yellow"/>
                            </w:rPr>
                            <w:t>...</w:t>
                          </w:r>
                          <w:r w:rsidRPr="00163E10">
                            <w:rPr>
                              <w:szCs w:val="32"/>
                            </w:rPr>
                            <w:t>_</w:t>
                          </w:r>
                        </w:p>
                      </w:txbxContent>
                    </v:textbox>
                  </v:shape>
                  <v:shape id="Textfeld 2" o:spid="_x0000_s1033" type="#_x0000_t202" style="position:absolute;left:59207;width:685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  <v:textbox style="mso-fit-shape-to-text:t">
                      <w:txbxContent>
                        <w:p w:rsidR="00112C93" w:rsidRDefault="00112C93" w:rsidP="00112C93">
                          <w:r w:rsidRPr="00163E10">
                            <w:rPr>
                              <w:szCs w:val="32"/>
                            </w:rPr>
                            <w:t>_</w:t>
                          </w:r>
                          <w:r w:rsidRPr="00163E10">
                            <w:rPr>
                              <w:szCs w:val="32"/>
                              <w:highlight w:val="yellow"/>
                            </w:rPr>
                            <w:t>...</w:t>
                          </w:r>
                          <w:r w:rsidRPr="00163E10">
                            <w:rPr>
                              <w:szCs w:val="32"/>
                            </w:rPr>
                            <w:t>_</w:t>
                          </w:r>
                        </w:p>
                      </w:txbxContent>
                    </v:textbox>
                  </v:shape>
                  <v:oval id="Ellipse 3" o:spid="_x0000_s1034" style="position:absolute;left:25069;top:23774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" fillcolor="#7030a0" strokecolor="black [3213]" strokeweight="1.5pt"/>
                  <v:oval id="Ellipse 5" o:spid="_x0000_s1035" style="position:absolute;left:62788;top:23774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" fillcolor="#7030a0" strokecolor="black [3213]" strokeweight="1.5pt"/>
                  <v:oval id="Ellipse 7" o:spid="_x0000_s1036" style="position:absolute;left:12573;top:23850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" fillcolor="yellow" strokecolor="black [3213]" strokeweight="1.5pt"/>
                  <v:oval id="Ellipse 8" o:spid="_x0000_s1037" style="position:absolute;left:87858;top:23850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" fillcolor="yellow" strokecolor="black [3213]" strokeweight="1.5pt"/>
                  <v:oval id="Ellipse 9" o:spid="_x0000_s1038" style="position:absolute;left:50292;top:23774;width:4508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" fillcolor="yellow" strokecolor="black [3213]" strokeweight="1.5pt"/>
                  <v:oval id="Ellipse 10" o:spid="_x0000_s1039" style="position:absolute;left:37795;top:9372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" fillcolor="white [3212]" strokecolor="black [3213]" strokeweight="1.5pt"/>
                  <v:oval id="Ellipse 11" o:spid="_x0000_s1040" style="position:absolute;left:37642;top:23774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" fillcolor="white [3212]" strokecolor="black [3213]" strokeweight="1.5pt"/>
                  <v:oval id="Ellipse 12" o:spid="_x0000_s1041" style="position:absolute;left:75438;top:23774;width:4508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" fillcolor="white [3212]" strokecolor="black [3213]" strokeweight="1.5pt"/>
                </v:group>
              </v:group>
            </w:pict>
          </mc:Fallback>
        </mc:AlternateContent>
      </w:r>
      <w:bookmarkEnd w:id="1"/>
    </w:p>
    <w:p w:rsidR="00112C93" w:rsidRDefault="00112C93" w:rsidP="00163E10">
      <w:pPr>
        <w:rPr>
          <w:szCs w:val="32"/>
        </w:rPr>
      </w:pPr>
    </w:p>
    <w:p w:rsidR="00163E10" w:rsidRDefault="00163E10" w:rsidP="00163E10">
      <w:pPr>
        <w:rPr>
          <w:szCs w:val="32"/>
        </w:rPr>
      </w:pPr>
    </w:p>
    <w:p w:rsidR="00163E10" w:rsidRDefault="00163E10" w:rsidP="00163E10">
      <w:pPr>
        <w:pStyle w:val="Liste"/>
      </w:pPr>
    </w:p>
    <w:sectPr w:rsidR="00163E10" w:rsidSect="00163E1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8238B"/>
    <w:rsid w:val="000D60A6"/>
    <w:rsid w:val="00112C93"/>
    <w:rsid w:val="00163E10"/>
    <w:rsid w:val="00196210"/>
    <w:rsid w:val="00232126"/>
    <w:rsid w:val="002338F3"/>
    <w:rsid w:val="00237BC9"/>
    <w:rsid w:val="00245ABB"/>
    <w:rsid w:val="002F7401"/>
    <w:rsid w:val="00310E80"/>
    <w:rsid w:val="003B450E"/>
    <w:rsid w:val="004B595C"/>
    <w:rsid w:val="00514176"/>
    <w:rsid w:val="00667AD1"/>
    <w:rsid w:val="006C2C59"/>
    <w:rsid w:val="007F64DE"/>
    <w:rsid w:val="008628DE"/>
    <w:rsid w:val="008F32B4"/>
    <w:rsid w:val="008F63FB"/>
    <w:rsid w:val="009176D4"/>
    <w:rsid w:val="009E5CE2"/>
    <w:rsid w:val="009E6FA1"/>
    <w:rsid w:val="00A0791F"/>
    <w:rsid w:val="00A27E56"/>
    <w:rsid w:val="00A57D50"/>
    <w:rsid w:val="00AC1927"/>
    <w:rsid w:val="00B17B36"/>
    <w:rsid w:val="00B2713D"/>
    <w:rsid w:val="00B42B92"/>
    <w:rsid w:val="00B55E44"/>
    <w:rsid w:val="00BA0894"/>
    <w:rsid w:val="00BD619D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E96256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178D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61289-A86F-43D7-B70B-256B8AA5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2022-04-11T05:54:00Z</dcterms:created>
  <dcterms:modified xsi:type="dcterms:W3CDTF">2022-04-11T11:48:00Z</dcterms:modified>
</cp:coreProperties>
</file>